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395" w:rsidRDefault="00AC201A">
      <w:bookmarkStart w:id="0" w:name="_GoBack"/>
      <w:bookmarkEnd w:id="0"/>
      <w:r>
        <w:rPr>
          <w:noProof/>
          <w:lang w:eastAsia="et-EE"/>
        </w:rPr>
        <w:drawing>
          <wp:inline distT="0" distB="0" distL="0" distR="0">
            <wp:extent cx="9251950" cy="6065087"/>
            <wp:effectExtent l="0" t="0" r="6350" b="0"/>
            <wp:docPr id="1" name="Picture 1" descr="cid:image001.png@01D5FC74.3463A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5FC74.3463A89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065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84395" w:rsidSect="0061190A">
      <w:pgSz w:w="16838" w:h="11906" w:orient="landscape" w:code="9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1A"/>
    <w:rsid w:val="00484395"/>
    <w:rsid w:val="0061190A"/>
    <w:rsid w:val="00AC201A"/>
    <w:rsid w:val="00B9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A1E3C2-21A7-4921-99C1-4C880AC3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5FC74.3463A89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F1FCBCF5.dotm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Laas</dc:creator>
  <cp:keywords/>
  <dc:description/>
  <cp:lastModifiedBy>Aivar Laud</cp:lastModifiedBy>
  <cp:revision>2</cp:revision>
  <dcterms:created xsi:type="dcterms:W3CDTF">2020-04-24T12:47:00Z</dcterms:created>
  <dcterms:modified xsi:type="dcterms:W3CDTF">2020-04-24T12:47:00Z</dcterms:modified>
</cp:coreProperties>
</file>